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811B" w14:textId="5A81C3AA" w:rsidR="005A6FE2" w:rsidRDefault="005A6FE2" w:rsidP="005A6FE2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4 – Čestné prohlášení o splnění technické kvalifikace</w:t>
      </w:r>
    </w:p>
    <w:p w14:paraId="728EA2F3" w14:textId="77777777" w:rsidR="005A6FE2" w:rsidRPr="00447B8F" w:rsidRDefault="005A6FE2" w:rsidP="005A6FE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5A6FE2" w:rsidRPr="00447B8F" w14:paraId="17A59335" w14:textId="77777777" w:rsidTr="005E3D5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50E42AE" w14:textId="1BF889BB" w:rsidR="005A6FE2" w:rsidRDefault="005A6FE2" w:rsidP="005E3D5C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 malého rozsahu: MR</w:t>
            </w:r>
            <w:r w:rsidR="00406885">
              <w:rPr>
                <w:rFonts w:ascii="Arial" w:hAnsi="Arial" w:cs="Arial"/>
                <w:b/>
              </w:rPr>
              <w:t>0</w:t>
            </w:r>
            <w:r w:rsidR="003A62E4">
              <w:rPr>
                <w:rFonts w:ascii="Arial" w:hAnsi="Arial" w:cs="Arial"/>
                <w:b/>
              </w:rPr>
              <w:t>2</w:t>
            </w:r>
            <w:r w:rsidRPr="006B6AE5">
              <w:rPr>
                <w:rFonts w:ascii="Arial" w:hAnsi="Arial" w:cs="Arial"/>
                <w:b/>
              </w:rPr>
              <w:t>/20</w:t>
            </w:r>
            <w:r w:rsidR="00406885">
              <w:rPr>
                <w:rFonts w:ascii="Arial" w:hAnsi="Arial" w:cs="Arial"/>
                <w:b/>
              </w:rPr>
              <w:t>20</w:t>
            </w:r>
            <w:r w:rsidRPr="006B6AE5">
              <w:rPr>
                <w:rFonts w:ascii="Arial" w:hAnsi="Arial" w:cs="Arial"/>
                <w:b/>
              </w:rPr>
              <w:t xml:space="preserve"> </w:t>
            </w:r>
          </w:p>
          <w:p w14:paraId="6F20F788" w14:textId="77777777" w:rsidR="005A6FE2" w:rsidRPr="006B6AE5" w:rsidRDefault="005A6FE2" w:rsidP="005E3D5C">
            <w:pPr>
              <w:jc w:val="center"/>
              <w:rPr>
                <w:rFonts w:ascii="Arial" w:hAnsi="Arial" w:cs="Arial"/>
                <w:b/>
              </w:rPr>
            </w:pPr>
          </w:p>
          <w:p w14:paraId="5EC512F1" w14:textId="4D393367" w:rsidR="005A6FE2" w:rsidRPr="003A62E4" w:rsidRDefault="005A6FE2" w:rsidP="005E3D5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62E4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3A62E4" w:rsidRPr="003A62E4">
              <w:rPr>
                <w:rFonts w:ascii="Arial" w:hAnsi="Arial" w:cs="Arial"/>
                <w:b/>
                <w:sz w:val="22"/>
                <w:szCs w:val="22"/>
              </w:rPr>
              <w:t xml:space="preserve"> Doporučovací systém pro mujROZHLAS </w:t>
            </w:r>
            <w:r w:rsidRPr="003A62E4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  <w:p w14:paraId="49748F2D" w14:textId="77777777" w:rsidR="005A6FE2" w:rsidRPr="00447B8F" w:rsidRDefault="005A6FE2" w:rsidP="005E3D5C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7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7F1BCD60" w14:textId="309F10BF" w:rsidR="000C7C9E" w:rsidRPr="000C7C9E" w:rsidRDefault="00FB1A02" w:rsidP="000C7C9E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</w:t>
      </w:r>
      <w:r w:rsidR="008B1119">
        <w:rPr>
          <w:rFonts w:ascii="Arial" w:hAnsi="Arial" w:cs="Arial"/>
          <w:b/>
          <w:sz w:val="20"/>
          <w:szCs w:val="20"/>
        </w:rPr>
        <w:t>ě</w:t>
      </w:r>
      <w:r w:rsidR="000C7C9E">
        <w:rPr>
          <w:rFonts w:ascii="Arial" w:hAnsi="Arial" w:cs="Arial"/>
          <w:b/>
          <w:sz w:val="20"/>
          <w:szCs w:val="20"/>
        </w:rPr>
        <w:t>, v</w:t>
      </w:r>
      <w:r w:rsidR="00B73AC7" w:rsidRPr="002D10E9">
        <w:rPr>
          <w:rFonts w:ascii="Arial" w:hAnsi="Arial" w:cs="Arial"/>
          <w:sz w:val="20"/>
          <w:szCs w:val="20"/>
        </w:rPr>
        <w:t xml:space="preserve"> </w:t>
      </w:r>
      <w:r w:rsidR="00657AF1" w:rsidRPr="000C7C9E">
        <w:rPr>
          <w:rFonts w:ascii="Arial" w:hAnsi="Arial" w:cs="Arial"/>
          <w:b/>
          <w:sz w:val="20"/>
          <w:szCs w:val="20"/>
        </w:rPr>
        <w:t xml:space="preserve">části </w:t>
      </w:r>
      <w:r w:rsidR="002D10E9" w:rsidRPr="000C7C9E">
        <w:rPr>
          <w:rFonts w:ascii="Arial" w:hAnsi="Arial" w:cs="Arial"/>
          <w:b/>
          <w:sz w:val="20"/>
          <w:szCs w:val="20"/>
        </w:rPr>
        <w:t>6</w:t>
      </w:r>
      <w:r w:rsidR="00657AF1" w:rsidRPr="000C7C9E">
        <w:rPr>
          <w:rFonts w:ascii="Arial" w:hAnsi="Arial" w:cs="Arial"/>
          <w:b/>
          <w:sz w:val="20"/>
          <w:szCs w:val="20"/>
        </w:rPr>
        <w:t>. Kvalifikace</w:t>
      </w:r>
      <w:r w:rsidR="002D10E9" w:rsidRPr="000C7C9E">
        <w:rPr>
          <w:rFonts w:ascii="Arial" w:hAnsi="Arial" w:cs="Arial"/>
          <w:b/>
          <w:sz w:val="20"/>
          <w:szCs w:val="20"/>
        </w:rPr>
        <w:t xml:space="preserve">, písm. </w:t>
      </w:r>
      <w:r w:rsidR="000C7C9E" w:rsidRPr="000C7C9E">
        <w:rPr>
          <w:rFonts w:ascii="Arial" w:hAnsi="Arial" w:cs="Arial"/>
          <w:b/>
          <w:sz w:val="20"/>
          <w:szCs w:val="20"/>
        </w:rPr>
        <w:t>c</w:t>
      </w:r>
      <w:r w:rsidR="002D10E9" w:rsidRPr="000C7C9E">
        <w:rPr>
          <w:rFonts w:ascii="Arial" w:hAnsi="Arial" w:cs="Arial"/>
          <w:b/>
          <w:sz w:val="20"/>
          <w:szCs w:val="20"/>
        </w:rPr>
        <w:t>)</w:t>
      </w:r>
      <w:r w:rsidR="00657AF1" w:rsidRPr="000C7C9E">
        <w:rPr>
          <w:rFonts w:ascii="Arial" w:hAnsi="Arial" w:cs="Arial"/>
          <w:b/>
          <w:sz w:val="20"/>
          <w:szCs w:val="20"/>
        </w:rPr>
        <w:t xml:space="preserve"> Technická kvalifikace</w:t>
      </w:r>
      <w:r w:rsidR="000C7C9E" w:rsidRPr="000C7C9E">
        <w:rPr>
          <w:rFonts w:ascii="Arial" w:hAnsi="Arial" w:cs="Arial"/>
          <w:b/>
          <w:sz w:val="20"/>
          <w:szCs w:val="20"/>
        </w:rPr>
        <w:t>:</w:t>
      </w:r>
    </w:p>
    <w:p w14:paraId="396D3F23" w14:textId="525668C0" w:rsidR="000159BA" w:rsidRPr="003727BC" w:rsidRDefault="000159BA" w:rsidP="000C7C9E">
      <w:pPr>
        <w:numPr>
          <w:ilvl w:val="0"/>
          <w:numId w:val="48"/>
        </w:numPr>
        <w:tabs>
          <w:tab w:val="left" w:pos="851"/>
          <w:tab w:val="left" w:pos="5220"/>
          <w:tab w:val="left" w:pos="738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3727BC">
        <w:rPr>
          <w:rFonts w:ascii="Arial" w:hAnsi="Arial" w:cs="Arial"/>
          <w:sz w:val="20"/>
          <w:szCs w:val="20"/>
          <w:u w:val="single"/>
        </w:rPr>
        <w:t>Vyvíjí a provozuje vlastní doporučovací systém (zadavatel neakceptuje prostředníky třetích stran).</w:t>
      </w:r>
    </w:p>
    <w:p w14:paraId="57FD627E" w14:textId="77777777" w:rsidR="000C7C9E" w:rsidRPr="000C7C9E" w:rsidRDefault="000C7C9E" w:rsidP="000C7C9E">
      <w:pPr>
        <w:tabs>
          <w:tab w:val="left" w:pos="851"/>
          <w:tab w:val="left" w:pos="5220"/>
          <w:tab w:val="left" w:pos="738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2F1BFF74" w14:textId="1C3DEBC4" w:rsidR="000159BA" w:rsidRPr="003727BC" w:rsidRDefault="000159BA" w:rsidP="000C7C9E">
      <w:pPr>
        <w:numPr>
          <w:ilvl w:val="0"/>
          <w:numId w:val="48"/>
        </w:numPr>
        <w:tabs>
          <w:tab w:val="left" w:pos="851"/>
          <w:tab w:val="left" w:pos="5220"/>
          <w:tab w:val="left" w:pos="738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3727BC">
        <w:rPr>
          <w:rFonts w:ascii="Arial" w:hAnsi="Arial" w:cs="Arial"/>
          <w:sz w:val="20"/>
          <w:szCs w:val="20"/>
          <w:u w:val="single"/>
        </w:rPr>
        <w:t>Doporučovací systém dodavatele je lokalizován pro Český trh.</w:t>
      </w:r>
    </w:p>
    <w:p w14:paraId="6F7FFA28" w14:textId="77777777" w:rsidR="000C7C9E" w:rsidRDefault="000C7C9E" w:rsidP="000C7C9E">
      <w:pPr>
        <w:pStyle w:val="Odstavecseseznamem"/>
        <w:rPr>
          <w:rFonts w:ascii="Arial" w:hAnsi="Arial" w:cs="Arial"/>
          <w:sz w:val="20"/>
          <w:szCs w:val="20"/>
        </w:rPr>
      </w:pPr>
    </w:p>
    <w:p w14:paraId="6023C188" w14:textId="77777777" w:rsidR="000159BA" w:rsidRPr="003727BC" w:rsidRDefault="000159BA" w:rsidP="00357CF0">
      <w:pPr>
        <w:numPr>
          <w:ilvl w:val="0"/>
          <w:numId w:val="48"/>
        </w:numPr>
        <w:tabs>
          <w:tab w:val="left" w:pos="851"/>
          <w:tab w:val="left" w:pos="5220"/>
          <w:tab w:val="left" w:pos="738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3727BC">
        <w:rPr>
          <w:rFonts w:ascii="Arial" w:hAnsi="Arial" w:cs="Arial"/>
          <w:bCs/>
          <w:sz w:val="20"/>
          <w:szCs w:val="20"/>
          <w:u w:val="single"/>
        </w:rPr>
        <w:t>V posledních 3 letech realizoval nebo průběžně plní minimálně</w:t>
      </w:r>
      <w:r w:rsidRPr="003727BC">
        <w:rPr>
          <w:rFonts w:ascii="Arial" w:hAnsi="Arial" w:cs="Arial"/>
          <w:sz w:val="20"/>
          <w:szCs w:val="20"/>
          <w:u w:val="single"/>
        </w:rPr>
        <w:t>:</w:t>
      </w:r>
    </w:p>
    <w:p w14:paraId="56C467AE" w14:textId="295907C3" w:rsidR="000159BA" w:rsidRDefault="000159BA" w:rsidP="00357CF0">
      <w:pPr>
        <w:numPr>
          <w:ilvl w:val="1"/>
          <w:numId w:val="48"/>
        </w:numPr>
        <w:tabs>
          <w:tab w:val="left" w:pos="851"/>
          <w:tab w:val="left" w:pos="1560"/>
          <w:tab w:val="left" w:pos="522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 xml:space="preserve">3 obdobné zakázky (3 různí </w:t>
      </w:r>
      <w:r w:rsidR="005E6AB3">
        <w:rPr>
          <w:rFonts w:ascii="Arial" w:hAnsi="Arial" w:cs="Arial"/>
          <w:sz w:val="20"/>
          <w:szCs w:val="20"/>
        </w:rPr>
        <w:t>objednatelé</w:t>
      </w:r>
      <w:r w:rsidRPr="000C7C9E">
        <w:rPr>
          <w:rFonts w:ascii="Arial" w:hAnsi="Arial" w:cs="Arial"/>
          <w:sz w:val="20"/>
          <w:szCs w:val="20"/>
        </w:rPr>
        <w:t>) s více než 5 miliony doporučení / měsíc</w:t>
      </w:r>
      <w:r w:rsidR="00357CF0">
        <w:rPr>
          <w:rFonts w:ascii="Arial" w:hAnsi="Arial" w:cs="Arial"/>
          <w:sz w:val="20"/>
          <w:szCs w:val="20"/>
        </w:rPr>
        <w:t>:</w:t>
      </w:r>
    </w:p>
    <w:p w14:paraId="620DD859" w14:textId="77777777" w:rsidR="00357CF0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</w:p>
    <w:p w14:paraId="3C14B378" w14:textId="0DB13368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57CF0" w:rsidRPr="000C7C9E" w14:paraId="65374EDA" w14:textId="77777777" w:rsidTr="0032147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8A73366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6B876E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22F5AEFB" w14:textId="77777777" w:rsidTr="0032147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5D8F91F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FD9D60E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10C9B2F6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468922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07AECD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7C975B5F" w14:textId="77777777" w:rsidTr="0032147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4E33B98" w14:textId="558ADB33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doporučení / měsíc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7200D9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0DC46BC8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59943D8" w14:textId="77777777" w:rsidR="00357CF0" w:rsidRPr="000C7C9E" w:rsidRDefault="00357CF0" w:rsidP="0032147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CCAAE1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3679CD1" w14:textId="77777777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</w:p>
    <w:p w14:paraId="78F7CA80" w14:textId="77777777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</w:p>
    <w:p w14:paraId="552082C4" w14:textId="77777777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lastRenderedPageBreak/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57CF0" w:rsidRPr="000C7C9E" w14:paraId="3D12B339" w14:textId="77777777" w:rsidTr="0032147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260FE6A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0CD34B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01F4B4A2" w14:textId="77777777" w:rsidTr="0032147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172566B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6A1000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6FC6B900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3C25C28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25631F0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55E2DC7E" w14:textId="77777777" w:rsidTr="0032147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5B415BC" w14:textId="1AF597B8" w:rsidR="00357CF0" w:rsidRPr="000C7C9E" w:rsidRDefault="00357CF0" w:rsidP="00357C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doporučení / měsíc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293F4" w14:textId="77777777" w:rsidR="00357CF0" w:rsidRPr="000C7C9E" w:rsidRDefault="00357CF0" w:rsidP="00357CF0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087678D0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B31BA57" w14:textId="77777777" w:rsidR="00357CF0" w:rsidRPr="000C7C9E" w:rsidRDefault="00357CF0" w:rsidP="00357CF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DC6A360" w14:textId="77777777" w:rsidR="00357CF0" w:rsidRPr="000C7C9E" w:rsidRDefault="00357CF0" w:rsidP="00357CF0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057C5C" w14:textId="77777777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</w:p>
    <w:p w14:paraId="2180A320" w14:textId="19A91EBA" w:rsidR="00357CF0" w:rsidRPr="000C7C9E" w:rsidRDefault="00357CF0" w:rsidP="00357CF0">
      <w:pPr>
        <w:pStyle w:val="Odstavecseseznamem"/>
        <w:ind w:left="900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3</w:t>
      </w:r>
      <w:r w:rsidRPr="000C7C9E"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57CF0" w:rsidRPr="000C7C9E" w14:paraId="60FF0FC5" w14:textId="77777777" w:rsidTr="0032147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EB09D30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8B3F10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32C16DC4" w14:textId="77777777" w:rsidTr="0032147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40CD2EE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04D08C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5D3AF3A1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19CC90D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D9D130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6455206A" w14:textId="77777777" w:rsidTr="0032147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9A1557C" w14:textId="50FCA2D4" w:rsidR="00357CF0" w:rsidRPr="000C7C9E" w:rsidRDefault="00357CF0" w:rsidP="00357C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doporučení / měsíc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594265" w14:textId="77777777" w:rsidR="00357CF0" w:rsidRPr="000C7C9E" w:rsidRDefault="00357CF0" w:rsidP="00357CF0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4EB84162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0C968F0" w14:textId="77777777" w:rsidR="00357CF0" w:rsidRPr="000C7C9E" w:rsidRDefault="00357CF0" w:rsidP="0032147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CB7E47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5D38237" w14:textId="75CA6F57" w:rsidR="00357CF0" w:rsidRDefault="00357CF0" w:rsidP="00357CF0">
      <w:pPr>
        <w:tabs>
          <w:tab w:val="left" w:pos="851"/>
          <w:tab w:val="left" w:pos="1560"/>
          <w:tab w:val="left" w:pos="52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7CA5FEB" w14:textId="63072345" w:rsidR="000159BA" w:rsidRDefault="000159BA" w:rsidP="00357CF0">
      <w:pPr>
        <w:numPr>
          <w:ilvl w:val="1"/>
          <w:numId w:val="48"/>
        </w:numPr>
        <w:tabs>
          <w:tab w:val="left" w:pos="851"/>
          <w:tab w:val="left" w:pos="1560"/>
          <w:tab w:val="left" w:pos="522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>1 obdobnou zakázku s více než 15 miliony doporučení / m</w:t>
      </w:r>
      <w:r w:rsidR="00357CF0">
        <w:rPr>
          <w:rFonts w:ascii="Arial" w:hAnsi="Arial" w:cs="Arial"/>
          <w:sz w:val="20"/>
          <w:szCs w:val="20"/>
        </w:rPr>
        <w:t>ěsíc:</w:t>
      </w:r>
    </w:p>
    <w:p w14:paraId="73E139EE" w14:textId="0765E39A" w:rsidR="00357CF0" w:rsidRPr="00357CF0" w:rsidRDefault="00357CF0" w:rsidP="00357C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Pr="00357CF0"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4</w:t>
      </w:r>
      <w:r w:rsidRPr="00357CF0"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57CF0" w:rsidRPr="000C7C9E" w14:paraId="53F690AA" w14:textId="77777777" w:rsidTr="0032147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2784777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5A5833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601FC663" w14:textId="77777777" w:rsidTr="0032147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518B894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6DD20C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5826F374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E0AAE5D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ACFFCED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295F170A" w14:textId="77777777" w:rsidTr="0032147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9567D6F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doporučení / měsíc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16F26D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57CF0" w:rsidRPr="000C7C9E" w14:paraId="3EAE344D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003B380" w14:textId="77777777" w:rsidR="00357CF0" w:rsidRPr="000C7C9E" w:rsidRDefault="00357CF0" w:rsidP="0032147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09F94F" w14:textId="77777777" w:rsidR="00357CF0" w:rsidRPr="000C7C9E" w:rsidRDefault="00357CF0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3E0EA9B" w14:textId="77777777" w:rsidR="00357CF0" w:rsidRPr="000C7C9E" w:rsidRDefault="00357CF0" w:rsidP="003727BC">
      <w:pPr>
        <w:tabs>
          <w:tab w:val="left" w:pos="851"/>
          <w:tab w:val="left" w:pos="1560"/>
          <w:tab w:val="left" w:pos="5220"/>
        </w:tabs>
        <w:spacing w:before="120" w:after="120"/>
        <w:ind w:left="227"/>
        <w:jc w:val="both"/>
        <w:rPr>
          <w:rFonts w:ascii="Arial" w:hAnsi="Arial" w:cs="Arial"/>
          <w:sz w:val="20"/>
          <w:szCs w:val="20"/>
        </w:rPr>
      </w:pPr>
    </w:p>
    <w:p w14:paraId="656E2319" w14:textId="77777777" w:rsidR="003727BC" w:rsidRDefault="000159BA" w:rsidP="003727BC">
      <w:pPr>
        <w:numPr>
          <w:ilvl w:val="1"/>
          <w:numId w:val="48"/>
        </w:numPr>
        <w:autoSpaceDE w:val="0"/>
        <w:autoSpaceDN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 xml:space="preserve">  1 obdobnou zakázku v minimální hodnotě 2.000.000,-Kč bez DPH. </w:t>
      </w:r>
    </w:p>
    <w:p w14:paraId="7FD96A4D" w14:textId="0DF9EF26" w:rsidR="003727BC" w:rsidRPr="003727BC" w:rsidRDefault="003727BC" w:rsidP="003727BC">
      <w:pPr>
        <w:autoSpaceDE w:val="0"/>
        <w:autoSpaceDN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3727BC"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5</w:t>
      </w:r>
      <w:r w:rsidRPr="003727BC"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27BC" w:rsidRPr="000C7C9E" w14:paraId="6CE6535A" w14:textId="77777777" w:rsidTr="0032147C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2D00522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61B841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27BC" w:rsidRPr="000C7C9E" w14:paraId="75956CB2" w14:textId="77777777" w:rsidTr="0032147C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B18974F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9719607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27BC" w:rsidRPr="000C7C9E" w14:paraId="1B6467E5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077E6EC" w14:textId="35B5399F" w:rsidR="003727BC" w:rsidRPr="000C7C9E" w:rsidRDefault="003727BC" w:rsidP="003727B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</w:t>
            </w:r>
            <w:r>
              <w:rPr>
                <w:rFonts w:ascii="Arial" w:hAnsi="Arial" w:cs="Arial"/>
                <w:sz w:val="20"/>
                <w:szCs w:val="20"/>
              </w:rPr>
              <w:t>hodnota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E2A1C3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27BC" w:rsidRPr="000C7C9E" w14:paraId="4BBC1C95" w14:textId="77777777" w:rsidTr="0032147C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5F2880E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doporučení / měsíc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5A6AB2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27BC" w:rsidRPr="000C7C9E" w14:paraId="27FB8E5B" w14:textId="77777777" w:rsidTr="0032147C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AA16BF4" w14:textId="77777777" w:rsidR="003727BC" w:rsidRPr="000C7C9E" w:rsidRDefault="003727BC" w:rsidP="0032147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</w:rPr>
              <w:lastRenderedPageBreak/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B731BA" w14:textId="77777777" w:rsidR="003727BC" w:rsidRPr="000C7C9E" w:rsidRDefault="003727BC" w:rsidP="0032147C">
            <w:pPr>
              <w:rPr>
                <w:rFonts w:ascii="Arial" w:hAnsi="Arial" w:cs="Arial"/>
                <w:sz w:val="20"/>
                <w:szCs w:val="20"/>
              </w:rPr>
            </w:pP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C7C9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0C7C9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B504D27" w14:textId="77777777" w:rsidR="003727BC" w:rsidRDefault="003727BC" w:rsidP="003727BC">
      <w:pPr>
        <w:autoSpaceDE w:val="0"/>
        <w:autoSpaceDN w:val="0"/>
        <w:spacing w:after="12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1074887B" w14:textId="2F39C376" w:rsidR="003727BC" w:rsidRPr="003727BC" w:rsidRDefault="003727BC" w:rsidP="00A35E17">
      <w:pPr>
        <w:autoSpaceDE w:val="0"/>
        <w:autoSpaceDN w:val="0"/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3727BC">
        <w:rPr>
          <w:rFonts w:ascii="Arial" w:hAnsi="Arial" w:cs="Arial"/>
          <w:bCs/>
          <w:i/>
          <w:sz w:val="20"/>
          <w:szCs w:val="20"/>
        </w:rPr>
        <w:t xml:space="preserve">Referenční zakázka č. 5 může již figurovat mezi referenčními zakázkami 1 – 4.    </w:t>
      </w:r>
    </w:p>
    <w:p w14:paraId="346E71F5" w14:textId="77777777" w:rsidR="00A35E17" w:rsidRPr="00A35E17" w:rsidRDefault="003727BC" w:rsidP="00A35E17">
      <w:pPr>
        <w:autoSpaceDE w:val="0"/>
        <w:autoSpaceDN w:val="0"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A35E17">
        <w:rPr>
          <w:rFonts w:ascii="Arial" w:hAnsi="Arial" w:cs="Arial"/>
          <w:bCs/>
          <w:i/>
          <w:sz w:val="20"/>
          <w:szCs w:val="20"/>
        </w:rPr>
        <w:t xml:space="preserve">Obdobný druh služeb  zadavatel blíže specifikuje jako </w:t>
      </w:r>
      <w:r w:rsidR="00A35E17" w:rsidRPr="00A35E17">
        <w:rPr>
          <w:rFonts w:ascii="Arial" w:hAnsi="Arial" w:cs="Arial"/>
          <w:bCs/>
          <w:i/>
          <w:sz w:val="20"/>
          <w:szCs w:val="20"/>
        </w:rPr>
        <w:t xml:space="preserve">původně vyvíjený doporučovací systém pro webové a mobilní aplikace s více než 800 000 reálnými (unikátními) uživateli měsíčně. </w:t>
      </w:r>
    </w:p>
    <w:p w14:paraId="293CAE74" w14:textId="29E43FC0" w:rsidR="003727BC" w:rsidRPr="000C7C9E" w:rsidRDefault="003727BC" w:rsidP="003727BC">
      <w:pPr>
        <w:autoSpaceDE w:val="0"/>
        <w:autoSpaceDN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890EE2E" w14:textId="7D5EB3E4" w:rsidR="003727BC" w:rsidRPr="003727BC" w:rsidRDefault="003727BC" w:rsidP="003727BC">
      <w:pPr>
        <w:pStyle w:val="Odstavecseseznamem"/>
        <w:numPr>
          <w:ilvl w:val="0"/>
          <w:numId w:val="48"/>
        </w:numPr>
        <w:tabs>
          <w:tab w:val="left" w:pos="851"/>
          <w:tab w:val="left" w:pos="1560"/>
          <w:tab w:val="left" w:pos="5220"/>
        </w:tabs>
        <w:spacing w:before="120" w:after="120"/>
        <w:jc w:val="both"/>
        <w:rPr>
          <w:rFonts w:ascii="Arial" w:hAnsi="Arial" w:cs="Arial"/>
          <w:sz w:val="20"/>
          <w:szCs w:val="20"/>
          <w:u w:val="single"/>
        </w:rPr>
      </w:pPr>
      <w:r w:rsidRPr="003727BC">
        <w:rPr>
          <w:rFonts w:ascii="Arial" w:hAnsi="Arial" w:cs="Arial"/>
          <w:sz w:val="20"/>
          <w:szCs w:val="20"/>
          <w:u w:val="single"/>
        </w:rPr>
        <w:t>Disponuje min. 1 osobou na pozici vedoucí projektu, která:</w:t>
      </w:r>
    </w:p>
    <w:p w14:paraId="1E0BC20F" w14:textId="77777777" w:rsidR="000159BA" w:rsidRPr="000C7C9E" w:rsidRDefault="000159BA" w:rsidP="000159BA">
      <w:pPr>
        <w:numPr>
          <w:ilvl w:val="0"/>
          <w:numId w:val="49"/>
        </w:numPr>
        <w:tabs>
          <w:tab w:val="left" w:pos="851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7C9E">
        <w:rPr>
          <w:rFonts w:ascii="Arial" w:hAnsi="Arial" w:cs="Arial"/>
          <w:sz w:val="20"/>
          <w:szCs w:val="20"/>
        </w:rPr>
        <w:t>Má prokazatelné zkušenosti (min. 1 rok) s doporučovacím systémem dodavatele, nabízeným v rámci této veřejné zakázky.</w:t>
      </w:r>
    </w:p>
    <w:p w14:paraId="5E98C14E" w14:textId="77777777" w:rsidR="001C69A8" w:rsidRDefault="001C69A8" w:rsidP="000159BA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F3A716F" w14:textId="665B7B5E" w:rsidR="000159BA" w:rsidRPr="000C7C9E" w:rsidRDefault="000159BA" w:rsidP="000159BA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 w:rsidRPr="000C7C9E">
        <w:rPr>
          <w:rFonts w:ascii="Arial" w:hAnsi="Arial" w:cs="Arial"/>
          <w:i/>
          <w:sz w:val="20"/>
          <w:szCs w:val="20"/>
          <w:u w:val="single"/>
        </w:rPr>
        <w:t>Přílohy:</w:t>
      </w:r>
      <w:r w:rsidRPr="000C7C9E">
        <w:rPr>
          <w:rFonts w:ascii="Arial" w:hAnsi="Arial" w:cs="Arial"/>
          <w:i/>
          <w:sz w:val="20"/>
          <w:szCs w:val="20"/>
        </w:rPr>
        <w:t xml:space="preserve"> </w:t>
      </w:r>
    </w:p>
    <w:p w14:paraId="6E9DDA80" w14:textId="4D8ECEB8" w:rsidR="000C7C9E" w:rsidRPr="000C7C9E" w:rsidRDefault="000159BA" w:rsidP="000C7C9E">
      <w:pPr>
        <w:autoSpaceDE w:val="0"/>
        <w:autoSpaceDN w:val="0"/>
        <w:adjustRightInd w:val="0"/>
        <w:spacing w:after="13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0C7C9E">
        <w:rPr>
          <w:rFonts w:ascii="Arial" w:hAnsi="Arial" w:cs="Arial"/>
          <w:i/>
          <w:sz w:val="20"/>
          <w:szCs w:val="20"/>
        </w:rPr>
        <w:t xml:space="preserve">Profesní CV osoby na pozici vedoucí projektu,  jehož součástí bude výpis realizovaných projektů za poslední 3 roky s minimálně 3 realizacemi </w:t>
      </w:r>
      <w:r w:rsidR="000C7C9E" w:rsidRPr="000C7C9E">
        <w:rPr>
          <w:rFonts w:ascii="Arial" w:hAnsi="Arial" w:cs="Arial"/>
          <w:i/>
          <w:sz w:val="20"/>
          <w:szCs w:val="20"/>
        </w:rPr>
        <w:t>doporučovacího systému a vztah k dodavateli (</w:t>
      </w:r>
      <w:r w:rsidR="000C7C9E" w:rsidRPr="000C7C9E">
        <w:rPr>
          <w:rFonts w:ascii="Arial" w:eastAsia="Calibri" w:hAnsi="Arial" w:cs="Arial"/>
          <w:i/>
          <w:color w:val="000000"/>
          <w:sz w:val="20"/>
          <w:szCs w:val="20"/>
        </w:rPr>
        <w:t xml:space="preserve">zaměstnanec dodavatele / poddodavatel dodavatele atd.). </w:t>
      </w:r>
    </w:p>
    <w:p w14:paraId="39280BE7" w14:textId="4E60B21D" w:rsidR="000159BA" w:rsidRPr="000C7C9E" w:rsidRDefault="000159BA" w:rsidP="000C7C9E">
      <w:pPr>
        <w:tabs>
          <w:tab w:val="left" w:pos="851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p w14:paraId="510D1211" w14:textId="0DD4D625" w:rsidR="00D64302" w:rsidRPr="000C7C9E" w:rsidRDefault="00D64302" w:rsidP="000159BA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sectPr w:rsidR="00D64302" w:rsidRPr="000C7C9E" w:rsidSect="00ED535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1EB0C" w14:textId="77777777" w:rsidR="006952BB" w:rsidRDefault="006952BB">
      <w:r>
        <w:separator/>
      </w:r>
    </w:p>
  </w:endnote>
  <w:endnote w:type="continuationSeparator" w:id="0">
    <w:p w14:paraId="12DD9E8B" w14:textId="77777777" w:rsidR="006952BB" w:rsidRDefault="00695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8EEA7" w14:textId="77777777" w:rsidR="006952BB" w:rsidRDefault="006952BB">
      <w:r>
        <w:separator/>
      </w:r>
    </w:p>
  </w:footnote>
  <w:footnote w:type="continuationSeparator" w:id="0">
    <w:p w14:paraId="0570D46A" w14:textId="77777777" w:rsidR="006952BB" w:rsidRDefault="00695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D5409D88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85AB3"/>
    <w:multiLevelType w:val="hybridMultilevel"/>
    <w:tmpl w:val="C0A2B4E2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9A44AFD"/>
    <w:multiLevelType w:val="hybridMultilevel"/>
    <w:tmpl w:val="DC44B25C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4" w15:restartNumberingAfterBreak="0">
    <w:nsid w:val="7A310772"/>
    <w:multiLevelType w:val="hybridMultilevel"/>
    <w:tmpl w:val="4DC8613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 w15:restartNumberingAfterBreak="0">
    <w:nsid w:val="7CFD4D0D"/>
    <w:multiLevelType w:val="hybridMultilevel"/>
    <w:tmpl w:val="059447D0"/>
    <w:lvl w:ilvl="0" w:tplc="49B0693C">
      <w:start w:val="1"/>
      <w:numFmt w:val="upperRoman"/>
      <w:lvlText w:val="%1."/>
      <w:lvlJc w:val="left"/>
      <w:pPr>
        <w:ind w:left="900" w:hanging="360"/>
      </w:pPr>
      <w:rPr>
        <w:rFonts w:ascii="Arial" w:eastAsia="Calibri" w:hAnsi="Arial" w:cs="Arial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7"/>
  </w:num>
  <w:num w:numId="5">
    <w:abstractNumId w:val="27"/>
  </w:num>
  <w:num w:numId="6">
    <w:abstractNumId w:val="36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2"/>
  </w:num>
  <w:num w:numId="15">
    <w:abstractNumId w:val="40"/>
  </w:num>
  <w:num w:numId="16">
    <w:abstractNumId w:val="18"/>
  </w:num>
  <w:num w:numId="17">
    <w:abstractNumId w:val="25"/>
  </w:num>
  <w:num w:numId="18">
    <w:abstractNumId w:val="45"/>
  </w:num>
  <w:num w:numId="19">
    <w:abstractNumId w:val="37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8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5"/>
  </w:num>
  <w:num w:numId="35">
    <w:abstractNumId w:val="5"/>
  </w:num>
  <w:num w:numId="36">
    <w:abstractNumId w:val="33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1"/>
  </w:num>
  <w:num w:numId="42">
    <w:abstractNumId w:val="41"/>
  </w:num>
  <w:num w:numId="43">
    <w:abstractNumId w:val="11"/>
  </w:num>
  <w:num w:numId="44">
    <w:abstractNumId w:val="39"/>
  </w:num>
  <w:num w:numId="45">
    <w:abstractNumId w:val="43"/>
  </w:num>
  <w:num w:numId="46">
    <w:abstractNumId w:val="44"/>
  </w:num>
  <w:num w:numId="47">
    <w:abstractNumId w:val="13"/>
  </w:num>
  <w:num w:numId="48">
    <w:abstractNumId w:val="46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59BA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C7C9E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69A8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97D3B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0E9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7CF0"/>
    <w:rsid w:val="00363F7B"/>
    <w:rsid w:val="00364910"/>
    <w:rsid w:val="003727BC"/>
    <w:rsid w:val="003816AD"/>
    <w:rsid w:val="003826C8"/>
    <w:rsid w:val="003846A1"/>
    <w:rsid w:val="00387DD8"/>
    <w:rsid w:val="003A3E52"/>
    <w:rsid w:val="003A412F"/>
    <w:rsid w:val="003A581C"/>
    <w:rsid w:val="003A62E4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06885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3534"/>
    <w:rsid w:val="00515B8D"/>
    <w:rsid w:val="00523EB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A6FE2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6AB3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52BB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319A"/>
    <w:rsid w:val="00705E7E"/>
    <w:rsid w:val="007061AA"/>
    <w:rsid w:val="00710FC6"/>
    <w:rsid w:val="007355C1"/>
    <w:rsid w:val="007427E5"/>
    <w:rsid w:val="0074343B"/>
    <w:rsid w:val="00743B79"/>
    <w:rsid w:val="00757E4E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119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5E17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910BE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5A65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354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1A02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">
    <w:name w:val="Body Text"/>
    <w:basedOn w:val="Normln"/>
    <w:link w:val="ZkladntextChar"/>
    <w:rsid w:val="002D10E9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D10E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F1A3787F3441813F7E59F1989BF9" ma:contentTypeVersion="" ma:contentTypeDescription="Vytvoří nový dokument" ma:contentTypeScope="" ma:versionID="7e157cb807b012842418807e1b9cce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elements/1.1/"/>
    <ds:schemaRef ds:uri="http://purl.org/dc/terms/"/>
    <ds:schemaRef ds:uri="http://purl.org/dc/dcmitype/"/>
    <ds:schemaRef ds:uri="$ListId:dokumentyvz;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F455F-FAD6-4F40-8914-EB29B4975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3</Pages>
  <Words>496</Words>
  <Characters>2929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</vt:lpstr>
    </vt:vector>
  </TitlesOfParts>
  <Company>Pelikán Krofta Kohoutek advokátní kancelář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</dc:title>
  <dc:creator>lcejchanova</dc:creator>
  <cp:lastModifiedBy>Gottová Eva</cp:lastModifiedBy>
  <cp:revision>2</cp:revision>
  <cp:lastPrinted>2018-04-18T10:56:00Z</cp:lastPrinted>
  <dcterms:created xsi:type="dcterms:W3CDTF">2020-01-22T13:01:00Z</dcterms:created>
  <dcterms:modified xsi:type="dcterms:W3CDTF">2020-01-22T13:01:00Z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0x0101006FDBF1A3787F3441813F7E59F1989BF9</vt:lpwstr>
  </property>
</Properties>
</file>